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45DC6" w14:textId="71504959" w:rsidR="00C57C66" w:rsidRPr="00C57C66" w:rsidRDefault="00D74EEE" w:rsidP="00D74EEE">
      <w:pPr>
        <w:pStyle w:val="Heading2"/>
        <w:tabs>
          <w:tab w:val="left" w:pos="9005"/>
        </w:tabs>
        <w:spacing w:before="93"/>
        <w:jc w:val="both"/>
        <w:rPr>
          <w:rFonts w:ascii="Arial" w:hAnsi="Arial" w:cs="Arial"/>
          <w:color w:val="000000" w:themeColor="text1"/>
          <w:position w:val="-3"/>
          <w:sz w:val="24"/>
          <w:szCs w:val="24"/>
        </w:rPr>
      </w:pPr>
      <w:r>
        <w:rPr>
          <w:rFonts w:ascii="Arial" w:hAnsi="Arial" w:cs="Arial"/>
          <w:color w:val="000000" w:themeColor="text1"/>
          <w:position w:val="-3"/>
        </w:rPr>
        <w:t xml:space="preserve">          </w:t>
      </w:r>
      <w:r w:rsidR="00C57C66" w:rsidRPr="00C57C66">
        <w:rPr>
          <w:rFonts w:ascii="Arial" w:hAnsi="Arial" w:cs="Arial"/>
          <w:color w:val="000000" w:themeColor="text1"/>
          <w:position w:val="-3"/>
          <w:sz w:val="24"/>
          <w:szCs w:val="24"/>
        </w:rPr>
        <w:t>NGHI-TAG                                                                                                   29 April 202</w:t>
      </w:r>
      <w:r w:rsidR="00BA20EA">
        <w:rPr>
          <w:rFonts w:ascii="Arial" w:hAnsi="Arial" w:cs="Arial"/>
          <w:color w:val="000000" w:themeColor="text1"/>
          <w:position w:val="-3"/>
          <w:sz w:val="24"/>
          <w:szCs w:val="24"/>
        </w:rPr>
        <w:t>4</w:t>
      </w:r>
    </w:p>
    <w:p w14:paraId="67DE4E18" w14:textId="77777777" w:rsidR="00C57C66" w:rsidRPr="00C57C66" w:rsidRDefault="00C57C66" w:rsidP="00D74EEE">
      <w:pPr>
        <w:pStyle w:val="BodyText"/>
        <w:spacing w:before="3"/>
        <w:rPr>
          <w:sz w:val="24"/>
          <w:szCs w:val="24"/>
        </w:rPr>
      </w:pPr>
    </w:p>
    <w:p w14:paraId="5666CE67" w14:textId="1745F92E" w:rsidR="00C57C66" w:rsidRPr="00C57C66" w:rsidRDefault="00C57C66" w:rsidP="00D74EEE">
      <w:pPr>
        <w:pStyle w:val="BodyText"/>
        <w:spacing w:before="99"/>
        <w:rPr>
          <w:sz w:val="24"/>
          <w:szCs w:val="24"/>
        </w:rPr>
      </w:pPr>
      <w:r w:rsidRPr="00C57C66">
        <w:rPr>
          <w:w w:val="105"/>
          <w:sz w:val="24"/>
          <w:szCs w:val="24"/>
        </w:rPr>
        <w:t xml:space="preserve"> </w:t>
      </w:r>
      <w:r w:rsidR="00D74EEE">
        <w:rPr>
          <w:w w:val="105"/>
          <w:sz w:val="24"/>
          <w:szCs w:val="24"/>
        </w:rPr>
        <w:t xml:space="preserve">         </w:t>
      </w:r>
      <w:r w:rsidRPr="00C57C66">
        <w:rPr>
          <w:w w:val="105"/>
          <w:sz w:val="24"/>
          <w:szCs w:val="24"/>
        </w:rPr>
        <w:t>MEMORANDUM</w:t>
      </w:r>
      <w:r w:rsidRPr="00C57C66">
        <w:rPr>
          <w:spacing w:val="-2"/>
          <w:w w:val="105"/>
          <w:sz w:val="24"/>
          <w:szCs w:val="24"/>
        </w:rPr>
        <w:t xml:space="preserve"> </w:t>
      </w:r>
      <w:r w:rsidRPr="00C57C66">
        <w:rPr>
          <w:w w:val="105"/>
          <w:sz w:val="24"/>
          <w:szCs w:val="24"/>
        </w:rPr>
        <w:t>FOR</w:t>
      </w:r>
      <w:r w:rsidRPr="00C57C66">
        <w:rPr>
          <w:spacing w:val="-3"/>
          <w:w w:val="105"/>
          <w:sz w:val="24"/>
          <w:szCs w:val="24"/>
        </w:rPr>
        <w:t xml:space="preserve"> </w:t>
      </w:r>
      <w:r w:rsidRPr="00C57C66">
        <w:rPr>
          <w:w w:val="105"/>
          <w:sz w:val="24"/>
          <w:szCs w:val="24"/>
        </w:rPr>
        <w:t>RECORD</w:t>
      </w:r>
    </w:p>
    <w:p w14:paraId="41091D89" w14:textId="77777777" w:rsidR="00C57C66" w:rsidRPr="00C57C66" w:rsidRDefault="00C57C66" w:rsidP="00D74EEE">
      <w:pPr>
        <w:pStyle w:val="BodyText"/>
        <w:spacing w:before="9"/>
        <w:rPr>
          <w:sz w:val="24"/>
          <w:szCs w:val="24"/>
        </w:rPr>
      </w:pPr>
    </w:p>
    <w:p w14:paraId="768203BC" w14:textId="5839B06E" w:rsidR="00C57C66" w:rsidRPr="00C57C66" w:rsidRDefault="00C57C66" w:rsidP="00D74EEE">
      <w:pPr>
        <w:pStyle w:val="BodyText"/>
        <w:spacing w:line="252" w:lineRule="auto"/>
        <w:rPr>
          <w:w w:val="105"/>
          <w:sz w:val="24"/>
          <w:szCs w:val="24"/>
        </w:rPr>
      </w:pPr>
      <w:r w:rsidRPr="00C57C66">
        <w:rPr>
          <w:w w:val="105"/>
          <w:sz w:val="24"/>
          <w:szCs w:val="24"/>
        </w:rPr>
        <w:t xml:space="preserve">  </w:t>
      </w:r>
      <w:r w:rsidR="00D74EEE">
        <w:rPr>
          <w:w w:val="105"/>
          <w:sz w:val="24"/>
          <w:szCs w:val="24"/>
        </w:rPr>
        <w:t xml:space="preserve">        </w:t>
      </w:r>
      <w:r w:rsidRPr="00C57C66">
        <w:rPr>
          <w:w w:val="105"/>
          <w:sz w:val="24"/>
          <w:szCs w:val="24"/>
        </w:rPr>
        <w:t>SUBJECT:</w:t>
      </w:r>
      <w:r w:rsidRPr="00C57C66">
        <w:rPr>
          <w:spacing w:val="51"/>
          <w:w w:val="105"/>
          <w:sz w:val="24"/>
          <w:szCs w:val="24"/>
        </w:rPr>
        <w:t xml:space="preserve"> </w:t>
      </w:r>
      <w:r w:rsidRPr="00C57C66">
        <w:rPr>
          <w:w w:val="105"/>
          <w:sz w:val="24"/>
          <w:szCs w:val="24"/>
        </w:rPr>
        <w:t>Area</w:t>
      </w:r>
      <w:r w:rsidRPr="00C57C66">
        <w:rPr>
          <w:spacing w:val="-4"/>
          <w:w w:val="105"/>
          <w:sz w:val="24"/>
          <w:szCs w:val="24"/>
        </w:rPr>
        <w:t xml:space="preserve"> </w:t>
      </w:r>
      <w:r w:rsidRPr="00C57C66">
        <w:rPr>
          <w:w w:val="105"/>
          <w:sz w:val="24"/>
          <w:szCs w:val="24"/>
        </w:rPr>
        <w:t>of</w:t>
      </w:r>
      <w:r w:rsidRPr="00C57C66">
        <w:rPr>
          <w:spacing w:val="-4"/>
          <w:w w:val="105"/>
          <w:sz w:val="24"/>
          <w:szCs w:val="24"/>
        </w:rPr>
        <w:t xml:space="preserve"> </w:t>
      </w:r>
      <w:r w:rsidRPr="00C57C66">
        <w:rPr>
          <w:w w:val="105"/>
          <w:sz w:val="24"/>
          <w:szCs w:val="24"/>
        </w:rPr>
        <w:t>Special</w:t>
      </w:r>
      <w:r w:rsidRPr="00C57C66">
        <w:rPr>
          <w:spacing w:val="-5"/>
          <w:w w:val="105"/>
          <w:sz w:val="24"/>
          <w:szCs w:val="24"/>
        </w:rPr>
        <w:t xml:space="preserve"> </w:t>
      </w:r>
      <w:r w:rsidRPr="00C57C66">
        <w:rPr>
          <w:w w:val="105"/>
          <w:sz w:val="24"/>
          <w:szCs w:val="24"/>
        </w:rPr>
        <w:t>Emphasis</w:t>
      </w:r>
      <w:r w:rsidRPr="00C57C66">
        <w:rPr>
          <w:spacing w:val="-4"/>
          <w:w w:val="105"/>
          <w:sz w:val="24"/>
          <w:szCs w:val="24"/>
        </w:rPr>
        <w:t xml:space="preserve"> </w:t>
      </w:r>
      <w:r w:rsidRPr="00C57C66">
        <w:rPr>
          <w:w w:val="105"/>
          <w:sz w:val="24"/>
          <w:szCs w:val="24"/>
        </w:rPr>
        <w:t>(Additional</w:t>
      </w:r>
      <w:r w:rsidRPr="00C57C66">
        <w:rPr>
          <w:spacing w:val="-5"/>
          <w:w w:val="105"/>
          <w:sz w:val="24"/>
          <w:szCs w:val="24"/>
        </w:rPr>
        <w:t xml:space="preserve"> </w:t>
      </w:r>
      <w:r w:rsidRPr="00C57C66">
        <w:rPr>
          <w:w w:val="105"/>
          <w:sz w:val="24"/>
          <w:szCs w:val="24"/>
        </w:rPr>
        <w:t>Duty</w:t>
      </w:r>
      <w:r w:rsidRPr="00C57C66">
        <w:rPr>
          <w:spacing w:val="-4"/>
          <w:w w:val="105"/>
          <w:sz w:val="24"/>
          <w:szCs w:val="24"/>
        </w:rPr>
        <w:t xml:space="preserve"> </w:t>
      </w:r>
      <w:r w:rsidRPr="00C57C66">
        <w:rPr>
          <w:w w:val="105"/>
          <w:sz w:val="24"/>
          <w:szCs w:val="24"/>
        </w:rPr>
        <w:t>Appointment)</w:t>
      </w:r>
      <w:r w:rsidRPr="00C57C66">
        <w:rPr>
          <w:spacing w:val="-4"/>
          <w:w w:val="105"/>
          <w:sz w:val="24"/>
          <w:szCs w:val="24"/>
        </w:rPr>
        <w:t xml:space="preserve"> </w:t>
      </w:r>
      <w:r w:rsidRPr="00C57C66">
        <w:rPr>
          <w:w w:val="105"/>
          <w:sz w:val="24"/>
          <w:szCs w:val="24"/>
        </w:rPr>
        <w:t>–</w:t>
      </w:r>
      <w:r w:rsidRPr="00C57C66">
        <w:rPr>
          <w:spacing w:val="-5"/>
          <w:w w:val="105"/>
          <w:sz w:val="24"/>
          <w:szCs w:val="24"/>
        </w:rPr>
        <w:t xml:space="preserve"> </w:t>
      </w:r>
      <w:r w:rsidRPr="00C57C66">
        <w:rPr>
          <w:w w:val="105"/>
          <w:sz w:val="24"/>
          <w:szCs w:val="24"/>
        </w:rPr>
        <w:t>Public</w:t>
      </w:r>
      <w:r w:rsidRPr="00C57C66">
        <w:rPr>
          <w:spacing w:val="-4"/>
          <w:w w:val="105"/>
          <w:sz w:val="24"/>
          <w:szCs w:val="24"/>
        </w:rPr>
        <w:t xml:space="preserve"> </w:t>
      </w:r>
      <w:r w:rsidRPr="00C57C66">
        <w:rPr>
          <w:w w:val="105"/>
          <w:sz w:val="24"/>
          <w:szCs w:val="24"/>
        </w:rPr>
        <w:t>Affairs</w:t>
      </w:r>
    </w:p>
    <w:p w14:paraId="15BEDBA0" w14:textId="72750F35" w:rsidR="00C57C66" w:rsidRPr="00C57C66" w:rsidRDefault="00C57C66" w:rsidP="00D74EEE">
      <w:pPr>
        <w:pStyle w:val="BodyText"/>
        <w:spacing w:line="252" w:lineRule="auto"/>
        <w:rPr>
          <w:sz w:val="24"/>
          <w:szCs w:val="24"/>
        </w:rPr>
      </w:pPr>
      <w:r w:rsidRPr="00C57C66">
        <w:rPr>
          <w:w w:val="105"/>
          <w:sz w:val="24"/>
          <w:szCs w:val="24"/>
        </w:rPr>
        <w:t xml:space="preserve">         </w:t>
      </w:r>
      <w:r w:rsidR="00D74EEE">
        <w:rPr>
          <w:w w:val="105"/>
          <w:sz w:val="24"/>
          <w:szCs w:val="24"/>
        </w:rPr>
        <w:t xml:space="preserve"> </w:t>
      </w:r>
      <w:r w:rsidRPr="00C57C66">
        <w:rPr>
          <w:w w:val="105"/>
          <w:sz w:val="24"/>
          <w:szCs w:val="24"/>
        </w:rPr>
        <w:t>Representative</w:t>
      </w:r>
      <w:r w:rsidRPr="00C57C66">
        <w:rPr>
          <w:spacing w:val="1"/>
          <w:w w:val="105"/>
          <w:sz w:val="24"/>
          <w:szCs w:val="24"/>
        </w:rPr>
        <w:t xml:space="preserve"> </w:t>
      </w:r>
      <w:r w:rsidRPr="00C57C66">
        <w:rPr>
          <w:w w:val="105"/>
          <w:sz w:val="24"/>
          <w:szCs w:val="24"/>
        </w:rPr>
        <w:t>(UPAR)</w:t>
      </w:r>
    </w:p>
    <w:p w14:paraId="55FC4E35" w14:textId="77777777" w:rsidR="00C57C66" w:rsidRPr="00C57C66" w:rsidRDefault="00C57C66" w:rsidP="00D74EEE">
      <w:pPr>
        <w:rPr>
          <w:rFonts w:ascii="Arial" w:hAnsi="Arial" w:cs="Arial"/>
          <w:sz w:val="24"/>
          <w:szCs w:val="24"/>
        </w:rPr>
      </w:pPr>
    </w:p>
    <w:p w14:paraId="4B51333A" w14:textId="77777777" w:rsidR="00C57C66" w:rsidRPr="00C57C66" w:rsidRDefault="00C57C66" w:rsidP="00D74EEE">
      <w:pPr>
        <w:rPr>
          <w:rFonts w:ascii="Arial" w:hAnsi="Arial" w:cs="Arial"/>
          <w:sz w:val="24"/>
          <w:szCs w:val="24"/>
        </w:rPr>
      </w:pPr>
    </w:p>
    <w:p w14:paraId="05270819" w14:textId="0FD5589F" w:rsidR="00C57C66" w:rsidRPr="00C57C66" w:rsidRDefault="00C57C66" w:rsidP="00D74EEE">
      <w:pPr>
        <w:rPr>
          <w:rFonts w:ascii="Arial" w:hAnsi="Arial" w:cs="Arial"/>
          <w:sz w:val="24"/>
          <w:szCs w:val="24"/>
        </w:rPr>
      </w:pPr>
      <w:r w:rsidRPr="00C57C66">
        <w:rPr>
          <w:rFonts w:ascii="Arial" w:hAnsi="Arial" w:cs="Arial"/>
          <w:sz w:val="24"/>
          <w:szCs w:val="24"/>
        </w:rPr>
        <w:t xml:space="preserve">         </w:t>
      </w:r>
      <w:r w:rsidR="00D74EEE">
        <w:rPr>
          <w:rFonts w:ascii="Arial" w:hAnsi="Arial" w:cs="Arial"/>
          <w:sz w:val="24"/>
          <w:szCs w:val="24"/>
        </w:rPr>
        <w:t xml:space="preserve"> </w:t>
      </w:r>
      <w:r w:rsidRPr="00C57C66">
        <w:rPr>
          <w:rFonts w:ascii="Arial" w:hAnsi="Arial" w:cs="Arial"/>
          <w:sz w:val="24"/>
          <w:szCs w:val="24"/>
        </w:rPr>
        <w:t>1. Effective 1 May 2021, the below named individual(s) is appointed as indicated:</w:t>
      </w:r>
    </w:p>
    <w:p w14:paraId="456E5A42" w14:textId="77777777" w:rsidR="00C57C66" w:rsidRPr="00C57C66" w:rsidRDefault="00C57C66" w:rsidP="00D74EEE">
      <w:pPr>
        <w:rPr>
          <w:rFonts w:ascii="Arial" w:hAnsi="Arial" w:cs="Arial"/>
          <w:sz w:val="24"/>
          <w:szCs w:val="24"/>
        </w:rPr>
      </w:pPr>
    </w:p>
    <w:p w14:paraId="35897224" w14:textId="3EBA3A5D" w:rsidR="00C57C66" w:rsidRPr="00C57C66" w:rsidRDefault="00C57C66" w:rsidP="00D74EEE">
      <w:pPr>
        <w:rPr>
          <w:rFonts w:ascii="Arial" w:hAnsi="Arial" w:cs="Arial"/>
          <w:sz w:val="24"/>
          <w:szCs w:val="24"/>
        </w:rPr>
      </w:pPr>
      <w:r w:rsidRPr="00C57C66">
        <w:rPr>
          <w:rFonts w:ascii="Arial" w:hAnsi="Arial" w:cs="Arial"/>
          <w:sz w:val="24"/>
          <w:szCs w:val="24"/>
        </w:rPr>
        <w:tab/>
      </w:r>
      <w:r w:rsidRPr="00C57C66">
        <w:rPr>
          <w:rFonts w:ascii="Arial" w:hAnsi="Arial" w:cs="Arial"/>
          <w:sz w:val="24"/>
          <w:szCs w:val="24"/>
        </w:rPr>
        <w:tab/>
        <w:t xml:space="preserve">Primary: </w:t>
      </w:r>
      <w:r w:rsidR="00BA20EA">
        <w:rPr>
          <w:rFonts w:ascii="Arial" w:hAnsi="Arial" w:cs="Arial"/>
          <w:sz w:val="24"/>
          <w:szCs w:val="24"/>
        </w:rPr>
        <w:t>SMITH, JOHN</w:t>
      </w:r>
      <w:r w:rsidRPr="00C57C66">
        <w:rPr>
          <w:rFonts w:ascii="Arial" w:hAnsi="Arial" w:cs="Arial"/>
          <w:sz w:val="24"/>
          <w:szCs w:val="24"/>
        </w:rPr>
        <w:t xml:space="preserve"> </w:t>
      </w:r>
      <w:r w:rsidR="00BA20EA">
        <w:rPr>
          <w:rFonts w:ascii="Arial" w:hAnsi="Arial" w:cs="Arial"/>
          <w:sz w:val="24"/>
          <w:szCs w:val="24"/>
        </w:rPr>
        <w:t>F</w:t>
      </w:r>
      <w:r w:rsidRPr="00C57C66">
        <w:rPr>
          <w:rFonts w:ascii="Arial" w:hAnsi="Arial" w:cs="Arial"/>
          <w:sz w:val="24"/>
          <w:szCs w:val="24"/>
        </w:rPr>
        <w:t>., SSG, 117</w:t>
      </w:r>
      <w:r w:rsidRPr="00C57C66">
        <w:rPr>
          <w:rFonts w:ascii="Arial" w:hAnsi="Arial" w:cs="Arial"/>
          <w:sz w:val="24"/>
          <w:szCs w:val="24"/>
          <w:vertAlign w:val="superscript"/>
        </w:rPr>
        <w:t xml:space="preserve">TH </w:t>
      </w:r>
      <w:r w:rsidRPr="00C57C66">
        <w:rPr>
          <w:rFonts w:ascii="Arial" w:hAnsi="Arial" w:cs="Arial"/>
          <w:sz w:val="24"/>
          <w:szCs w:val="24"/>
        </w:rPr>
        <w:t>MPAD</w:t>
      </w:r>
    </w:p>
    <w:p w14:paraId="74EC9296" w14:textId="28B0C398" w:rsidR="00C57C66" w:rsidRPr="00C57C66" w:rsidRDefault="00C57C66" w:rsidP="00D74EEE">
      <w:pPr>
        <w:rPr>
          <w:rFonts w:ascii="Arial" w:hAnsi="Arial" w:cs="Arial"/>
          <w:sz w:val="24"/>
          <w:szCs w:val="24"/>
        </w:rPr>
      </w:pPr>
      <w:r w:rsidRPr="00C57C66">
        <w:rPr>
          <w:rFonts w:ascii="Arial" w:hAnsi="Arial" w:cs="Arial"/>
          <w:sz w:val="24"/>
          <w:szCs w:val="24"/>
        </w:rPr>
        <w:tab/>
      </w:r>
      <w:r w:rsidRPr="00C57C66">
        <w:rPr>
          <w:rFonts w:ascii="Arial" w:hAnsi="Arial" w:cs="Arial"/>
          <w:sz w:val="24"/>
          <w:szCs w:val="24"/>
        </w:rPr>
        <w:tab/>
        <w:t>Contact: 808-</w:t>
      </w:r>
      <w:r w:rsidR="00BA20EA">
        <w:rPr>
          <w:rFonts w:ascii="Arial" w:hAnsi="Arial" w:cs="Arial"/>
          <w:sz w:val="24"/>
          <w:szCs w:val="24"/>
        </w:rPr>
        <w:t>XXX</w:t>
      </w:r>
      <w:r w:rsidRPr="00C57C66">
        <w:rPr>
          <w:rFonts w:ascii="Arial" w:hAnsi="Arial" w:cs="Arial"/>
          <w:sz w:val="24"/>
          <w:szCs w:val="24"/>
        </w:rPr>
        <w:t>-</w:t>
      </w:r>
      <w:r w:rsidR="00BA20EA">
        <w:rPr>
          <w:rFonts w:ascii="Arial" w:hAnsi="Arial" w:cs="Arial"/>
          <w:sz w:val="24"/>
          <w:szCs w:val="24"/>
        </w:rPr>
        <w:t>XXXX</w:t>
      </w:r>
      <w:r w:rsidRPr="00C57C66">
        <w:rPr>
          <w:rFonts w:ascii="Arial" w:hAnsi="Arial" w:cs="Arial"/>
          <w:sz w:val="24"/>
          <w:szCs w:val="24"/>
        </w:rPr>
        <w:t xml:space="preserve">,  </w:t>
      </w:r>
      <w:hyperlink r:id="rId8" w:history="1">
        <w:r w:rsidR="00BA20EA" w:rsidRPr="00302FF6">
          <w:rPr>
            <w:rStyle w:val="Hyperlink"/>
            <w:rFonts w:ascii="Arial" w:eastAsiaTheme="majorEastAsia" w:hAnsi="Arial" w:cs="Arial"/>
            <w:sz w:val="24"/>
            <w:szCs w:val="24"/>
          </w:rPr>
          <w:t>john.f.smith.mil@mail.mil</w:t>
        </w:r>
      </w:hyperlink>
    </w:p>
    <w:p w14:paraId="31260F98" w14:textId="77777777" w:rsidR="00C57C66" w:rsidRPr="00C57C66" w:rsidRDefault="00C57C66" w:rsidP="00D74EEE">
      <w:pPr>
        <w:rPr>
          <w:rFonts w:ascii="Arial" w:hAnsi="Arial" w:cs="Arial"/>
          <w:sz w:val="24"/>
          <w:szCs w:val="24"/>
        </w:rPr>
      </w:pPr>
    </w:p>
    <w:p w14:paraId="1C310872" w14:textId="4ABDFC91" w:rsidR="00C57C66" w:rsidRPr="00C57C66" w:rsidRDefault="00C57C66" w:rsidP="00D74EEE">
      <w:pPr>
        <w:ind w:right="-720"/>
        <w:rPr>
          <w:rFonts w:ascii="Arial" w:hAnsi="Arial" w:cs="Arial"/>
          <w:sz w:val="24"/>
          <w:szCs w:val="24"/>
        </w:rPr>
      </w:pPr>
      <w:r w:rsidRPr="00C57C66">
        <w:rPr>
          <w:rFonts w:ascii="Arial" w:hAnsi="Arial" w:cs="Arial"/>
          <w:sz w:val="24"/>
          <w:szCs w:val="24"/>
        </w:rPr>
        <w:t xml:space="preserve">        </w:t>
      </w:r>
      <w:r w:rsidR="00DA55E4">
        <w:rPr>
          <w:rFonts w:ascii="Arial" w:hAnsi="Arial" w:cs="Arial"/>
          <w:sz w:val="24"/>
          <w:szCs w:val="24"/>
        </w:rPr>
        <w:t xml:space="preserve"> </w:t>
      </w:r>
      <w:r w:rsidRPr="00C57C66">
        <w:rPr>
          <w:rFonts w:ascii="Arial" w:hAnsi="Arial" w:cs="Arial"/>
          <w:sz w:val="24"/>
          <w:szCs w:val="24"/>
        </w:rPr>
        <w:t>2.  AUTHORITY:  AR 360-1, Para 2-3</w:t>
      </w:r>
    </w:p>
    <w:p w14:paraId="201DC92B" w14:textId="77777777" w:rsidR="00C57C66" w:rsidRPr="00C57C66" w:rsidRDefault="00C57C66" w:rsidP="00D74EEE">
      <w:pPr>
        <w:rPr>
          <w:rFonts w:ascii="Arial" w:hAnsi="Arial" w:cs="Arial"/>
          <w:sz w:val="24"/>
          <w:szCs w:val="24"/>
        </w:rPr>
      </w:pPr>
    </w:p>
    <w:p w14:paraId="4A581026" w14:textId="7C6352E1" w:rsidR="00C57C66" w:rsidRDefault="00C57C66" w:rsidP="00D74EEE">
      <w:pPr>
        <w:rPr>
          <w:rFonts w:ascii="Arial" w:hAnsi="Arial" w:cs="Arial"/>
          <w:sz w:val="24"/>
          <w:szCs w:val="24"/>
        </w:rPr>
      </w:pPr>
      <w:r w:rsidRPr="00C57C66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</w:t>
      </w:r>
      <w:r w:rsidR="00D74EEE">
        <w:rPr>
          <w:rFonts w:ascii="Arial" w:hAnsi="Arial" w:cs="Arial"/>
          <w:sz w:val="24"/>
          <w:szCs w:val="24"/>
        </w:rPr>
        <w:t xml:space="preserve"> </w:t>
      </w:r>
      <w:r w:rsidRPr="00C57C66">
        <w:rPr>
          <w:rFonts w:ascii="Arial" w:hAnsi="Arial" w:cs="Arial"/>
          <w:sz w:val="24"/>
          <w:szCs w:val="24"/>
        </w:rPr>
        <w:t xml:space="preserve">3.  PURPOSE: To assume the responsibilities for the administration of the unit’s public </w:t>
      </w:r>
    </w:p>
    <w:p w14:paraId="6A9C6D0C" w14:textId="096F83BE" w:rsidR="00DA55E4" w:rsidRDefault="00DA55E4" w:rsidP="00D74E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D74EEE">
        <w:rPr>
          <w:rFonts w:ascii="Arial" w:hAnsi="Arial" w:cs="Arial"/>
          <w:sz w:val="24"/>
          <w:szCs w:val="24"/>
        </w:rPr>
        <w:t xml:space="preserve"> </w:t>
      </w:r>
      <w:r w:rsidR="00C57C66" w:rsidRPr="00C57C66">
        <w:rPr>
          <w:rFonts w:ascii="Arial" w:hAnsi="Arial" w:cs="Arial"/>
          <w:sz w:val="24"/>
          <w:szCs w:val="24"/>
        </w:rPr>
        <w:t xml:space="preserve">affairs program, providing support to the commander IAW the HIARNG UPAR </w:t>
      </w:r>
    </w:p>
    <w:p w14:paraId="31BB4299" w14:textId="0FBC4D59" w:rsidR="00C57C66" w:rsidRPr="00C57C66" w:rsidRDefault="00DA55E4" w:rsidP="00D74E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D74EEE">
        <w:rPr>
          <w:rFonts w:ascii="Arial" w:hAnsi="Arial" w:cs="Arial"/>
          <w:sz w:val="24"/>
          <w:szCs w:val="24"/>
        </w:rPr>
        <w:t xml:space="preserve"> </w:t>
      </w:r>
      <w:r w:rsidR="00C57C66" w:rsidRPr="00C57C66">
        <w:rPr>
          <w:rFonts w:ascii="Arial" w:hAnsi="Arial" w:cs="Arial"/>
          <w:sz w:val="24"/>
          <w:szCs w:val="24"/>
        </w:rPr>
        <w:t>Handbook, AR 360-1, and NG PAM 360-5.</w:t>
      </w:r>
    </w:p>
    <w:p w14:paraId="77F6C876" w14:textId="161DC932" w:rsidR="00C57C66" w:rsidRPr="00C57C66" w:rsidRDefault="00D74EEE" w:rsidP="00D74E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517551C0" w14:textId="22A5DC83" w:rsidR="00C57C66" w:rsidRPr="00C57C66" w:rsidRDefault="00C57C66" w:rsidP="00D74EEE">
      <w:pPr>
        <w:rPr>
          <w:rFonts w:ascii="Arial" w:hAnsi="Arial" w:cs="Arial"/>
          <w:sz w:val="24"/>
          <w:szCs w:val="24"/>
        </w:rPr>
      </w:pPr>
      <w:r w:rsidRPr="00C57C66">
        <w:rPr>
          <w:rFonts w:ascii="Arial" w:hAnsi="Arial" w:cs="Arial"/>
          <w:sz w:val="24"/>
          <w:szCs w:val="24"/>
        </w:rPr>
        <w:t xml:space="preserve">        </w:t>
      </w:r>
      <w:r w:rsidR="00D74EEE">
        <w:rPr>
          <w:rFonts w:ascii="Arial" w:hAnsi="Arial" w:cs="Arial"/>
          <w:sz w:val="24"/>
          <w:szCs w:val="24"/>
        </w:rPr>
        <w:t xml:space="preserve">  </w:t>
      </w:r>
      <w:r w:rsidRPr="00C57C66">
        <w:rPr>
          <w:rFonts w:ascii="Arial" w:hAnsi="Arial" w:cs="Arial"/>
          <w:sz w:val="24"/>
          <w:szCs w:val="24"/>
        </w:rPr>
        <w:t>4.   PERIOD: Until officially relieved or released from appointment.</w:t>
      </w:r>
    </w:p>
    <w:p w14:paraId="1CCE0865" w14:textId="77777777" w:rsidR="00C57C66" w:rsidRPr="00C57C66" w:rsidRDefault="00C57C66" w:rsidP="00D74EEE">
      <w:pPr>
        <w:rPr>
          <w:rFonts w:ascii="Arial" w:hAnsi="Arial" w:cs="Arial"/>
          <w:sz w:val="24"/>
          <w:szCs w:val="24"/>
        </w:rPr>
      </w:pPr>
    </w:p>
    <w:p w14:paraId="2CF2B473" w14:textId="10DA4279" w:rsidR="00DA55E4" w:rsidRDefault="00C57C66" w:rsidP="00D74EEE">
      <w:pPr>
        <w:rPr>
          <w:rFonts w:ascii="Arial" w:hAnsi="Arial" w:cs="Arial"/>
          <w:sz w:val="24"/>
          <w:szCs w:val="24"/>
        </w:rPr>
      </w:pPr>
      <w:r w:rsidRPr="00C57C66">
        <w:rPr>
          <w:rFonts w:ascii="Arial" w:hAnsi="Arial" w:cs="Arial"/>
          <w:sz w:val="24"/>
          <w:szCs w:val="24"/>
        </w:rPr>
        <w:t xml:space="preserve">        </w:t>
      </w:r>
      <w:r w:rsidR="00D74EEE">
        <w:rPr>
          <w:rFonts w:ascii="Arial" w:hAnsi="Arial" w:cs="Arial"/>
          <w:sz w:val="24"/>
          <w:szCs w:val="24"/>
        </w:rPr>
        <w:t xml:space="preserve">  </w:t>
      </w:r>
      <w:r w:rsidRPr="00C57C66">
        <w:rPr>
          <w:rFonts w:ascii="Arial" w:hAnsi="Arial" w:cs="Arial"/>
          <w:sz w:val="24"/>
          <w:szCs w:val="24"/>
        </w:rPr>
        <w:t xml:space="preserve">5.   SPECIAL INSTRUCTIONS: Capture, publish, and submit captions, photos and </w:t>
      </w:r>
    </w:p>
    <w:p w14:paraId="20911DEA" w14:textId="625D0D0F" w:rsidR="00DA55E4" w:rsidRDefault="00DA55E4" w:rsidP="00D74E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D74EEE">
        <w:rPr>
          <w:rFonts w:ascii="Arial" w:hAnsi="Arial" w:cs="Arial"/>
          <w:sz w:val="24"/>
          <w:szCs w:val="24"/>
        </w:rPr>
        <w:t xml:space="preserve">  </w:t>
      </w:r>
      <w:r w:rsidR="00C57C66" w:rsidRPr="00C57C66">
        <w:rPr>
          <w:rFonts w:ascii="Arial" w:hAnsi="Arial" w:cs="Arial"/>
          <w:sz w:val="24"/>
          <w:szCs w:val="24"/>
        </w:rPr>
        <w:t xml:space="preserve">videos relevant to the unit missions.  Individual(s) will become familiar with </w:t>
      </w:r>
    </w:p>
    <w:p w14:paraId="4590ADAA" w14:textId="527B7E4E" w:rsidR="00C57C66" w:rsidRPr="00C57C66" w:rsidRDefault="00DA55E4" w:rsidP="00D74E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D74EEE">
        <w:rPr>
          <w:rFonts w:ascii="Arial" w:hAnsi="Arial" w:cs="Arial"/>
          <w:sz w:val="24"/>
          <w:szCs w:val="24"/>
        </w:rPr>
        <w:t xml:space="preserve">  </w:t>
      </w:r>
      <w:r w:rsidR="00C57C66" w:rsidRPr="00C57C66">
        <w:rPr>
          <w:rFonts w:ascii="Arial" w:hAnsi="Arial" w:cs="Arial"/>
          <w:sz w:val="24"/>
          <w:szCs w:val="24"/>
        </w:rPr>
        <w:t xml:space="preserve">applicable regulations(s), attend yearly UPAR training event, and perform duty as required.            </w:t>
      </w:r>
    </w:p>
    <w:p w14:paraId="2724D5C5" w14:textId="0BD9B8F7" w:rsidR="00C57C66" w:rsidRPr="00C57C66" w:rsidRDefault="00C57C66" w:rsidP="00D74EEE">
      <w:pPr>
        <w:rPr>
          <w:rFonts w:ascii="Arial" w:hAnsi="Arial" w:cs="Arial"/>
          <w:sz w:val="24"/>
          <w:szCs w:val="24"/>
        </w:rPr>
      </w:pPr>
      <w:r w:rsidRPr="00C57C66">
        <w:rPr>
          <w:rFonts w:ascii="Arial" w:hAnsi="Arial" w:cs="Arial"/>
          <w:sz w:val="24"/>
          <w:szCs w:val="24"/>
        </w:rPr>
        <w:t xml:space="preserve">        </w:t>
      </w:r>
      <w:r w:rsidR="00D74EEE">
        <w:rPr>
          <w:rFonts w:ascii="Arial" w:hAnsi="Arial" w:cs="Arial"/>
          <w:sz w:val="24"/>
          <w:szCs w:val="24"/>
        </w:rPr>
        <w:t xml:space="preserve">  </w:t>
      </w:r>
      <w:r w:rsidRPr="00C57C66">
        <w:rPr>
          <w:rFonts w:ascii="Arial" w:hAnsi="Arial" w:cs="Arial"/>
          <w:sz w:val="24"/>
          <w:szCs w:val="24"/>
        </w:rPr>
        <w:t>This duty appointment supersedes all others.</w:t>
      </w:r>
    </w:p>
    <w:p w14:paraId="4B29C08E" w14:textId="77777777" w:rsidR="00C57C66" w:rsidRPr="00C57C66" w:rsidRDefault="00C57C66" w:rsidP="00D74EEE">
      <w:pPr>
        <w:rPr>
          <w:rFonts w:ascii="Arial" w:hAnsi="Arial" w:cs="Arial"/>
          <w:sz w:val="24"/>
          <w:szCs w:val="24"/>
        </w:rPr>
      </w:pPr>
    </w:p>
    <w:p w14:paraId="1BCCE732" w14:textId="64D14204" w:rsidR="00C57C66" w:rsidRPr="00C57C66" w:rsidRDefault="00C57C66" w:rsidP="00D74EEE">
      <w:pPr>
        <w:rPr>
          <w:rFonts w:ascii="Arial" w:hAnsi="Arial" w:cs="Arial"/>
          <w:sz w:val="24"/>
          <w:szCs w:val="24"/>
        </w:rPr>
      </w:pPr>
      <w:r w:rsidRPr="00C57C66">
        <w:rPr>
          <w:rFonts w:ascii="Arial" w:hAnsi="Arial" w:cs="Arial"/>
          <w:sz w:val="24"/>
          <w:szCs w:val="24"/>
        </w:rPr>
        <w:t xml:space="preserve">        </w:t>
      </w:r>
      <w:r w:rsidR="00D74EEE">
        <w:rPr>
          <w:rFonts w:ascii="Arial" w:hAnsi="Arial" w:cs="Arial"/>
          <w:sz w:val="24"/>
          <w:szCs w:val="24"/>
        </w:rPr>
        <w:t xml:space="preserve">  </w:t>
      </w:r>
      <w:r w:rsidRPr="00C57C66">
        <w:rPr>
          <w:rFonts w:ascii="Arial" w:hAnsi="Arial" w:cs="Arial"/>
          <w:sz w:val="24"/>
          <w:szCs w:val="24"/>
        </w:rPr>
        <w:t>6.  POC for this action is SFC Michael Jo</w:t>
      </w:r>
      <w:r w:rsidR="00BA20EA">
        <w:rPr>
          <w:rFonts w:ascii="Arial" w:hAnsi="Arial" w:cs="Arial"/>
          <w:sz w:val="24"/>
          <w:szCs w:val="24"/>
        </w:rPr>
        <w:t>rdan</w:t>
      </w:r>
      <w:r w:rsidRPr="00C57C66">
        <w:rPr>
          <w:rFonts w:ascii="Arial" w:hAnsi="Arial" w:cs="Arial"/>
          <w:sz w:val="24"/>
          <w:szCs w:val="24"/>
        </w:rPr>
        <w:t xml:space="preserve"> at </w:t>
      </w:r>
      <w:r w:rsidR="00BA20EA">
        <w:rPr>
          <w:rFonts w:ascii="Arial" w:hAnsi="Arial" w:cs="Arial"/>
          <w:sz w:val="24"/>
          <w:szCs w:val="24"/>
        </w:rPr>
        <w:t>808</w:t>
      </w:r>
      <w:r w:rsidRPr="00C57C66">
        <w:rPr>
          <w:rFonts w:ascii="Arial" w:hAnsi="Arial" w:cs="Arial"/>
          <w:sz w:val="24"/>
          <w:szCs w:val="24"/>
        </w:rPr>
        <w:t xml:space="preserve">-XXX-XXXX, </w:t>
      </w:r>
      <w:hyperlink r:id="rId9" w:history="1">
        <w:r w:rsidR="00BA20EA" w:rsidRPr="00302FF6">
          <w:rPr>
            <w:rStyle w:val="Hyperlink"/>
            <w:rFonts w:ascii="Arial" w:eastAsiaTheme="majorEastAsia" w:hAnsi="Arial" w:cs="Arial"/>
            <w:sz w:val="24"/>
            <w:szCs w:val="24"/>
          </w:rPr>
          <w:t>Michael.j.jordan@mail.mil</w:t>
        </w:r>
      </w:hyperlink>
    </w:p>
    <w:p w14:paraId="1ECE3A50" w14:textId="77777777" w:rsidR="00C57C66" w:rsidRPr="00C57C66" w:rsidRDefault="00C57C66" w:rsidP="00D74EEE">
      <w:pPr>
        <w:rPr>
          <w:rFonts w:ascii="Arial" w:hAnsi="Arial" w:cs="Arial"/>
          <w:sz w:val="24"/>
          <w:szCs w:val="24"/>
        </w:rPr>
      </w:pPr>
    </w:p>
    <w:p w14:paraId="689FDE09" w14:textId="77777777" w:rsidR="00C57C66" w:rsidRPr="00C57C66" w:rsidRDefault="00C57C66" w:rsidP="00D74EEE">
      <w:pPr>
        <w:rPr>
          <w:rFonts w:ascii="Arial" w:hAnsi="Arial" w:cs="Arial"/>
          <w:sz w:val="24"/>
          <w:szCs w:val="24"/>
        </w:rPr>
      </w:pPr>
    </w:p>
    <w:p w14:paraId="5BCBFB19" w14:textId="77777777" w:rsidR="00C57C66" w:rsidRDefault="00C57C66" w:rsidP="00BA20EA">
      <w:pPr>
        <w:jc w:val="both"/>
        <w:rPr>
          <w:rFonts w:ascii="Arial" w:hAnsi="Arial" w:cs="Arial"/>
          <w:sz w:val="24"/>
          <w:szCs w:val="24"/>
        </w:rPr>
      </w:pPr>
    </w:p>
    <w:p w14:paraId="46551AE7" w14:textId="77777777" w:rsidR="00BA20EA" w:rsidRPr="00C57C66" w:rsidRDefault="00BA20EA" w:rsidP="00BA20EA">
      <w:pPr>
        <w:jc w:val="both"/>
        <w:rPr>
          <w:rFonts w:ascii="Arial" w:hAnsi="Arial" w:cs="Arial"/>
          <w:sz w:val="24"/>
          <w:szCs w:val="24"/>
        </w:rPr>
      </w:pPr>
    </w:p>
    <w:p w14:paraId="3B6CD2B6" w14:textId="2F0FCF3F" w:rsidR="00C57C66" w:rsidRPr="00C57C66" w:rsidRDefault="00BA20EA" w:rsidP="00D74EEE">
      <w:pPr>
        <w:ind w:left="432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HARRY</w:t>
      </w:r>
      <w:r w:rsidR="00C57C66" w:rsidRPr="00C57C6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</w:t>
      </w:r>
      <w:r w:rsidR="00C57C66" w:rsidRPr="00C57C66">
        <w:rPr>
          <w:rFonts w:ascii="Arial" w:hAnsi="Arial" w:cs="Arial"/>
          <w:sz w:val="24"/>
          <w:szCs w:val="24"/>
        </w:rPr>
        <w:t>. WARD</w:t>
      </w:r>
    </w:p>
    <w:p w14:paraId="58DC67C8" w14:textId="624E680E" w:rsidR="00C57C66" w:rsidRPr="00C57C66" w:rsidRDefault="00A66763" w:rsidP="00D74EEE">
      <w:pPr>
        <w:ind w:left="4320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LTC</w:t>
      </w:r>
      <w:r w:rsidR="00C57C66" w:rsidRPr="00C57C66">
        <w:rPr>
          <w:rFonts w:ascii="Arial" w:hAnsi="Arial" w:cs="Arial"/>
          <w:sz w:val="24"/>
          <w:szCs w:val="24"/>
        </w:rPr>
        <w:t>, FA HIARNG</w:t>
      </w:r>
    </w:p>
    <w:p w14:paraId="1A86516E" w14:textId="77777777" w:rsidR="00C57C66" w:rsidRPr="00C57C66" w:rsidRDefault="00C57C66" w:rsidP="00D74EEE">
      <w:pPr>
        <w:ind w:left="4320" w:firstLine="720"/>
        <w:jc w:val="both"/>
        <w:rPr>
          <w:rFonts w:ascii="Arial" w:hAnsi="Arial" w:cs="Arial"/>
          <w:sz w:val="24"/>
          <w:szCs w:val="24"/>
        </w:rPr>
      </w:pPr>
      <w:r w:rsidRPr="00C57C66">
        <w:rPr>
          <w:rFonts w:ascii="Arial" w:hAnsi="Arial" w:cs="Arial"/>
          <w:sz w:val="24"/>
          <w:szCs w:val="24"/>
        </w:rPr>
        <w:t>Commanding</w:t>
      </w:r>
    </w:p>
    <w:p w14:paraId="4B693F8B" w14:textId="77777777" w:rsidR="00DE29AF" w:rsidRDefault="00C57C66" w:rsidP="00DE29AF">
      <w:pPr>
        <w:ind w:firstLine="720"/>
        <w:rPr>
          <w:rFonts w:ascii="Arial" w:hAnsi="Arial" w:cs="Arial"/>
          <w:sz w:val="24"/>
          <w:szCs w:val="24"/>
        </w:rPr>
      </w:pPr>
      <w:r w:rsidRPr="00C57C66">
        <w:rPr>
          <w:rFonts w:ascii="Arial" w:hAnsi="Arial" w:cs="Arial"/>
          <w:sz w:val="24"/>
          <w:szCs w:val="24"/>
        </w:rPr>
        <w:t>DISTRIBUTION:</w:t>
      </w:r>
    </w:p>
    <w:p w14:paraId="052A648A" w14:textId="37D04163" w:rsidR="00C57C66" w:rsidRPr="00DE29AF" w:rsidRDefault="00C57C66" w:rsidP="00DE29AF">
      <w:pPr>
        <w:ind w:firstLine="720"/>
        <w:rPr>
          <w:rFonts w:ascii="Arial" w:hAnsi="Arial" w:cs="Arial"/>
          <w:sz w:val="22"/>
          <w:szCs w:val="22"/>
        </w:rPr>
      </w:pPr>
      <w:r w:rsidRPr="00DE29AF">
        <w:rPr>
          <w:rFonts w:ascii="Arial" w:hAnsi="Arial" w:cs="Arial"/>
          <w:sz w:val="22"/>
          <w:szCs w:val="22"/>
        </w:rPr>
        <w:t>1</w:t>
      </w:r>
      <w:r w:rsidRPr="00DE29AF">
        <w:rPr>
          <w:rFonts w:ascii="Arial" w:hAnsi="Arial" w:cs="Arial"/>
          <w:spacing w:val="-3"/>
          <w:sz w:val="22"/>
          <w:szCs w:val="22"/>
        </w:rPr>
        <w:t xml:space="preserve"> </w:t>
      </w:r>
      <w:r w:rsidRPr="00DE29AF">
        <w:rPr>
          <w:rFonts w:ascii="Arial" w:hAnsi="Arial" w:cs="Arial"/>
          <w:sz w:val="22"/>
          <w:szCs w:val="22"/>
        </w:rPr>
        <w:t>– Individual Concerned</w:t>
      </w:r>
    </w:p>
    <w:p w14:paraId="465FACB1" w14:textId="77777777" w:rsidR="00C57C66" w:rsidRPr="00DE29AF" w:rsidRDefault="00C57C66" w:rsidP="00C57C66">
      <w:pPr>
        <w:ind w:left="720"/>
        <w:rPr>
          <w:rFonts w:ascii="Arial" w:hAnsi="Arial" w:cs="Arial"/>
          <w:sz w:val="22"/>
          <w:szCs w:val="22"/>
        </w:rPr>
      </w:pPr>
      <w:r w:rsidRPr="00DE29AF">
        <w:rPr>
          <w:rFonts w:ascii="Arial" w:hAnsi="Arial" w:cs="Arial"/>
          <w:sz w:val="22"/>
          <w:szCs w:val="22"/>
        </w:rPr>
        <w:t>1</w:t>
      </w:r>
      <w:r w:rsidRPr="00DE29AF">
        <w:rPr>
          <w:rFonts w:ascii="Arial" w:hAnsi="Arial" w:cs="Arial"/>
          <w:spacing w:val="-3"/>
          <w:sz w:val="22"/>
          <w:szCs w:val="22"/>
        </w:rPr>
        <w:t xml:space="preserve"> </w:t>
      </w:r>
      <w:r w:rsidRPr="00DE29AF">
        <w:rPr>
          <w:rFonts w:ascii="Arial" w:hAnsi="Arial" w:cs="Arial"/>
          <w:sz w:val="22"/>
          <w:szCs w:val="22"/>
        </w:rPr>
        <w:t>– Addl Duty Binder</w:t>
      </w:r>
    </w:p>
    <w:p w14:paraId="5F70E2BB" w14:textId="77777777" w:rsidR="00C57C66" w:rsidRPr="00DE29AF" w:rsidRDefault="00C57C66" w:rsidP="00C57C66">
      <w:pPr>
        <w:ind w:left="720"/>
        <w:rPr>
          <w:rFonts w:ascii="Arial" w:hAnsi="Arial" w:cs="Arial"/>
          <w:sz w:val="22"/>
          <w:szCs w:val="22"/>
        </w:rPr>
      </w:pPr>
      <w:r w:rsidRPr="00DE29AF">
        <w:rPr>
          <w:rFonts w:ascii="Arial" w:hAnsi="Arial" w:cs="Arial"/>
          <w:sz w:val="22"/>
          <w:szCs w:val="22"/>
        </w:rPr>
        <w:lastRenderedPageBreak/>
        <w:t>1</w:t>
      </w:r>
      <w:r w:rsidRPr="00DE29AF">
        <w:rPr>
          <w:rFonts w:ascii="Arial" w:hAnsi="Arial" w:cs="Arial"/>
          <w:spacing w:val="-3"/>
          <w:sz w:val="22"/>
          <w:szCs w:val="22"/>
        </w:rPr>
        <w:t xml:space="preserve"> </w:t>
      </w:r>
      <w:r w:rsidRPr="00DE29AF">
        <w:rPr>
          <w:rFonts w:ascii="Arial" w:hAnsi="Arial" w:cs="Arial"/>
          <w:sz w:val="22"/>
          <w:szCs w:val="22"/>
        </w:rPr>
        <w:t>– Unit File</w:t>
      </w:r>
    </w:p>
    <w:p w14:paraId="7DC64AD6" w14:textId="758F1546" w:rsidR="001D686B" w:rsidRDefault="00C57C66" w:rsidP="00DE29AF">
      <w:pPr>
        <w:ind w:left="720"/>
        <w:rPr>
          <w:rFonts w:ascii="Arial" w:hAnsi="Arial" w:cs="Arial"/>
          <w:sz w:val="22"/>
          <w:szCs w:val="22"/>
        </w:rPr>
      </w:pPr>
      <w:r w:rsidRPr="00DE29AF">
        <w:rPr>
          <w:rFonts w:ascii="Arial" w:hAnsi="Arial" w:cs="Arial"/>
          <w:sz w:val="22"/>
          <w:szCs w:val="22"/>
        </w:rPr>
        <w:t>1</w:t>
      </w:r>
      <w:r w:rsidRPr="00DE29AF">
        <w:rPr>
          <w:rFonts w:ascii="Arial" w:hAnsi="Arial" w:cs="Arial"/>
          <w:spacing w:val="-3"/>
          <w:sz w:val="22"/>
          <w:szCs w:val="22"/>
        </w:rPr>
        <w:t xml:space="preserve"> </w:t>
      </w:r>
      <w:r w:rsidRPr="00DE29AF">
        <w:rPr>
          <w:rFonts w:ascii="Arial" w:hAnsi="Arial" w:cs="Arial"/>
          <w:sz w:val="22"/>
          <w:szCs w:val="22"/>
        </w:rPr>
        <w:t>– Brigade EOA</w:t>
      </w:r>
    </w:p>
    <w:sectPr w:rsidR="001D686B">
      <w:headerReference w:type="first" r:id="rId10"/>
      <w:footerReference w:type="first" r:id="rId11"/>
      <w:type w:val="continuous"/>
      <w:pgSz w:w="12240" w:h="15840"/>
      <w:pgMar w:top="1440" w:right="360" w:bottom="1440" w:left="360" w:header="432" w:footer="432" w:gutter="0"/>
      <w:paperSrc w:first="1" w:other="1"/>
      <w:cols w:space="87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F2670" w14:textId="77777777" w:rsidR="007E0628" w:rsidRDefault="007E0628">
      <w:r>
        <w:separator/>
      </w:r>
    </w:p>
  </w:endnote>
  <w:endnote w:type="continuationSeparator" w:id="0">
    <w:p w14:paraId="12101A01" w14:textId="77777777" w:rsidR="007E0628" w:rsidRDefault="007E0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G Times (E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64AF3" w14:textId="77777777" w:rsidR="00B11A2E" w:rsidRDefault="00B11A2E">
    <w:pPr>
      <w:pStyle w:val="Footer"/>
      <w:jc w:val="center"/>
      <w:rPr>
        <w:rFonts w:ascii="CG Times (E1)" w:hAnsi="CG Times (E1)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18BF9" w14:textId="77777777" w:rsidR="007E0628" w:rsidRDefault="007E0628">
      <w:r>
        <w:separator/>
      </w:r>
    </w:p>
  </w:footnote>
  <w:footnote w:type="continuationSeparator" w:id="0">
    <w:p w14:paraId="3744965A" w14:textId="77777777" w:rsidR="007E0628" w:rsidRDefault="007E0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64ADB" w14:textId="77777777" w:rsidR="00B11A2E" w:rsidRDefault="00B11A2E"/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2880"/>
      <w:gridCol w:w="5130"/>
      <w:gridCol w:w="3510"/>
    </w:tblGrid>
    <w:tr w:rsidR="00BA20EA" w14:paraId="179D06EE" w14:textId="77777777" w:rsidTr="00A046B3">
      <w:trPr>
        <w:cantSplit/>
      </w:trPr>
      <w:tc>
        <w:tcPr>
          <w:tcW w:w="2880" w:type="dxa"/>
        </w:tcPr>
        <w:p w14:paraId="36D51980" w14:textId="77777777" w:rsidR="00BA20EA" w:rsidRDefault="00BA20EA" w:rsidP="00BA20EA">
          <w:pPr>
            <w:ind w:left="90" w:right="612"/>
            <w:jc w:val="center"/>
            <w:rPr>
              <w:rFonts w:ascii="Arial" w:hAnsi="Arial"/>
              <w:b/>
              <w:sz w:val="16"/>
            </w:rPr>
          </w:pPr>
        </w:p>
        <w:p w14:paraId="28400D75" w14:textId="77777777" w:rsidR="00BA20EA" w:rsidRDefault="00BA20EA" w:rsidP="00BA20EA">
          <w:pPr>
            <w:ind w:left="90" w:right="612"/>
            <w:jc w:val="center"/>
            <w:rPr>
              <w:rFonts w:ascii="Arial" w:hAnsi="Arial"/>
              <w:b/>
              <w:sz w:val="16"/>
            </w:rPr>
          </w:pPr>
        </w:p>
        <w:p w14:paraId="3C50FFB2" w14:textId="77777777" w:rsidR="00BA20EA" w:rsidRDefault="00BA20EA" w:rsidP="00BA20EA">
          <w:pPr>
            <w:ind w:left="90" w:right="612"/>
            <w:jc w:val="center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JOSH GREEN, M.D.</w:t>
          </w:r>
        </w:p>
        <w:p w14:paraId="0A6E205E" w14:textId="77777777" w:rsidR="00BA20EA" w:rsidRDefault="00BA20EA" w:rsidP="00BA20EA">
          <w:pPr>
            <w:tabs>
              <w:tab w:val="right" w:pos="9990"/>
            </w:tabs>
            <w:ind w:left="90" w:right="612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GOVERNOR</w:t>
          </w:r>
        </w:p>
        <w:p w14:paraId="3DDC5B50" w14:textId="77777777" w:rsidR="00BA20EA" w:rsidRPr="00813F5E" w:rsidRDefault="00BA20EA" w:rsidP="00BA20EA">
          <w:pPr>
            <w:tabs>
              <w:tab w:val="right" w:pos="9990"/>
            </w:tabs>
            <w:ind w:left="90" w:right="612"/>
            <w:jc w:val="center"/>
            <w:rPr>
              <w:rFonts w:ascii="Arial" w:hAnsi="Arial" w:cs="Arial"/>
              <w:sz w:val="16"/>
              <w:szCs w:val="16"/>
            </w:rPr>
          </w:pPr>
          <w:r w:rsidRPr="00813F5E">
            <w:rPr>
              <w:rFonts w:ascii="Arial" w:hAnsi="Arial" w:cs="Arial"/>
              <w:sz w:val="16"/>
              <w:szCs w:val="16"/>
            </w:rPr>
            <w:t xml:space="preserve">KE </w:t>
          </w:r>
          <w:proofErr w:type="spellStart"/>
          <w:r w:rsidRPr="00813F5E">
            <w:rPr>
              <w:rFonts w:ascii="Arial" w:hAnsi="Arial" w:cs="Arial"/>
              <w:sz w:val="16"/>
              <w:szCs w:val="16"/>
            </w:rPr>
            <w:t>KIAʻĀINA</w:t>
          </w:r>
          <w:proofErr w:type="spellEnd"/>
        </w:p>
      </w:tc>
      <w:tc>
        <w:tcPr>
          <w:tcW w:w="5130" w:type="dxa"/>
        </w:tcPr>
        <w:p w14:paraId="49A7E97F" w14:textId="77777777" w:rsidR="00BA20EA" w:rsidRDefault="00BA20EA" w:rsidP="00BA20EA">
          <w:pPr>
            <w:ind w:left="720" w:right="144"/>
            <w:jc w:val="center"/>
          </w:pPr>
          <w:r>
            <w:rPr>
              <w:rFonts w:ascii="Times New Roman" w:hAnsi="Times New Roman"/>
              <w:noProof/>
            </w:rPr>
            <w:drawing>
              <wp:inline distT="0" distB="0" distL="0" distR="0" wp14:anchorId="7E1F8C3C" wp14:editId="1B53C758">
                <wp:extent cx="871220" cy="862965"/>
                <wp:effectExtent l="0" t="0" r="508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1220" cy="8629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9B59A62" w14:textId="77777777" w:rsidR="00BA20EA" w:rsidRDefault="00BA20EA" w:rsidP="00BA20EA">
          <w:pPr>
            <w:ind w:left="720" w:right="144"/>
            <w:jc w:val="center"/>
            <w:rPr>
              <w:rFonts w:ascii="Arial" w:hAnsi="Arial"/>
              <w:sz w:val="16"/>
            </w:rPr>
          </w:pPr>
        </w:p>
        <w:p w14:paraId="56F074FF" w14:textId="77777777" w:rsidR="00BA20EA" w:rsidRDefault="00BA20EA" w:rsidP="00BA20EA">
          <w:pPr>
            <w:ind w:left="720" w:right="14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 xml:space="preserve">STATE OF </w:t>
          </w:r>
          <w:proofErr w:type="gramStart"/>
          <w:r>
            <w:rPr>
              <w:rFonts w:ascii="Arial" w:hAnsi="Arial"/>
              <w:sz w:val="16"/>
            </w:rPr>
            <w:t>HAWAI</w:t>
          </w:r>
          <w:r>
            <w:rPr>
              <w:rFonts w:ascii="Arial" w:hAnsi="Arial" w:cs="Arial"/>
              <w:szCs w:val="24"/>
            </w:rPr>
            <w:t>‘</w:t>
          </w:r>
          <w:proofErr w:type="gramEnd"/>
          <w:r>
            <w:rPr>
              <w:rFonts w:ascii="Arial" w:hAnsi="Arial"/>
              <w:sz w:val="16"/>
            </w:rPr>
            <w:t>I</w:t>
          </w:r>
        </w:p>
        <w:p w14:paraId="61C53AD8" w14:textId="77777777" w:rsidR="00BA20EA" w:rsidRPr="008D1B81" w:rsidRDefault="00BA20EA" w:rsidP="00BA20EA">
          <w:pPr>
            <w:ind w:left="720" w:right="144"/>
            <w:jc w:val="center"/>
            <w:rPr>
              <w:rFonts w:ascii="Arial" w:hAnsi="Arial"/>
              <w:bCs/>
              <w:sz w:val="16"/>
              <w:szCs w:val="16"/>
            </w:rPr>
          </w:pPr>
          <w:r w:rsidRPr="008D1B81">
            <w:rPr>
              <w:rFonts w:ascii="Arial" w:hAnsi="Arial"/>
              <w:bCs/>
              <w:sz w:val="16"/>
              <w:szCs w:val="16"/>
            </w:rPr>
            <w:t xml:space="preserve">KA </w:t>
          </w:r>
          <w:proofErr w:type="spellStart"/>
          <w:r w:rsidRPr="008D1B81">
            <w:rPr>
              <w:rFonts w:ascii="Arial" w:hAnsi="Arial"/>
              <w:bCs/>
              <w:sz w:val="16"/>
              <w:szCs w:val="16"/>
            </w:rPr>
            <w:t>MOKUʻ</w:t>
          </w:r>
          <w:r w:rsidRPr="008D1B81">
            <w:rPr>
              <w:rFonts w:ascii="Arial" w:hAnsi="Arial" w:hint="eastAsia"/>
              <w:bCs/>
              <w:sz w:val="16"/>
              <w:szCs w:val="16"/>
            </w:rPr>
            <w:t>Ā</w:t>
          </w:r>
          <w:r w:rsidRPr="008D1B81">
            <w:rPr>
              <w:rFonts w:ascii="Arial" w:hAnsi="Arial"/>
              <w:bCs/>
              <w:sz w:val="16"/>
              <w:szCs w:val="16"/>
            </w:rPr>
            <w:t>INA</w:t>
          </w:r>
          <w:proofErr w:type="spellEnd"/>
          <w:r w:rsidRPr="008D1B81">
            <w:rPr>
              <w:rFonts w:ascii="Arial" w:hAnsi="Arial"/>
              <w:bCs/>
              <w:sz w:val="16"/>
              <w:szCs w:val="16"/>
            </w:rPr>
            <w:t xml:space="preserve"> O HAWAIʻI</w:t>
          </w:r>
        </w:p>
        <w:p w14:paraId="666F52FF" w14:textId="77777777" w:rsidR="00BA20EA" w:rsidRDefault="00BA20EA" w:rsidP="00BA20EA">
          <w:pPr>
            <w:ind w:left="720" w:right="144"/>
            <w:jc w:val="center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DEPARTMENT OF DEFENSE</w:t>
          </w:r>
        </w:p>
        <w:p w14:paraId="57CFFB5E" w14:textId="77777777" w:rsidR="00BA20EA" w:rsidRDefault="00BA20EA" w:rsidP="00BA20EA">
          <w:pPr>
            <w:ind w:left="720" w:right="144"/>
            <w:jc w:val="center"/>
            <w:rPr>
              <w:rFonts w:ascii="Arial" w:hAnsi="Arial"/>
              <w:b/>
              <w:sz w:val="22"/>
            </w:rPr>
          </w:pPr>
          <w:r w:rsidRPr="000922E8">
            <w:rPr>
              <w:rFonts w:ascii="Arial" w:hAnsi="Arial"/>
              <w:b/>
              <w:sz w:val="22"/>
            </w:rPr>
            <w:t>K</w:t>
          </w:r>
          <w:r>
            <w:rPr>
              <w:rFonts w:ascii="Arial" w:hAnsi="Arial"/>
              <w:b/>
              <w:sz w:val="22"/>
            </w:rPr>
            <w:t>A</w:t>
          </w:r>
          <w:r w:rsidRPr="000922E8">
            <w:rPr>
              <w:rFonts w:ascii="Arial" w:hAnsi="Arial"/>
              <w:b/>
              <w:sz w:val="22"/>
            </w:rPr>
            <w:t xml:space="preserve"> </w:t>
          </w:r>
          <w:proofErr w:type="spellStart"/>
          <w:r w:rsidRPr="000922E8">
            <w:rPr>
              <w:rFonts w:ascii="Arial" w:hAnsi="Arial"/>
              <w:b/>
              <w:sz w:val="22"/>
            </w:rPr>
            <w:t>ʻO</w:t>
          </w:r>
          <w:r>
            <w:rPr>
              <w:rFonts w:ascii="Arial" w:hAnsi="Arial"/>
              <w:b/>
              <w:sz w:val="22"/>
            </w:rPr>
            <w:t>IHANA</w:t>
          </w:r>
          <w:proofErr w:type="spellEnd"/>
          <w:r w:rsidRPr="000922E8">
            <w:rPr>
              <w:rFonts w:ascii="Arial" w:hAnsi="Arial"/>
              <w:b/>
              <w:sz w:val="22"/>
            </w:rPr>
            <w:t xml:space="preserve"> P</w:t>
          </w:r>
          <w:r>
            <w:rPr>
              <w:rFonts w:ascii="Arial" w:hAnsi="Arial"/>
              <w:b/>
              <w:sz w:val="22"/>
            </w:rPr>
            <w:t>ILI</w:t>
          </w:r>
          <w:r w:rsidRPr="000922E8">
            <w:rPr>
              <w:rFonts w:ascii="Arial" w:hAnsi="Arial"/>
              <w:b/>
              <w:sz w:val="22"/>
            </w:rPr>
            <w:t xml:space="preserve"> K</w:t>
          </w:r>
          <w:r>
            <w:rPr>
              <w:rFonts w:ascii="Arial" w:hAnsi="Arial"/>
              <w:b/>
              <w:sz w:val="22"/>
            </w:rPr>
            <w:t>AUA</w:t>
          </w:r>
        </w:p>
        <w:p w14:paraId="60EB3337" w14:textId="77777777" w:rsidR="00BA20EA" w:rsidRDefault="00BA20EA" w:rsidP="00BA20EA">
          <w:pPr>
            <w:ind w:left="720" w:right="144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b/>
              <w:sz w:val="16"/>
            </w:rPr>
            <w:t>OFFICE OF THE ADJUTANT GENERAL</w:t>
          </w:r>
        </w:p>
        <w:p w14:paraId="3A18BEAA" w14:textId="77777777" w:rsidR="00BA20EA" w:rsidRDefault="00BA20EA" w:rsidP="00BA20EA">
          <w:pPr>
            <w:ind w:left="720" w:right="144"/>
            <w:jc w:val="center"/>
            <w:rPr>
              <w:rFonts w:ascii="Arial" w:hAnsi="Arial"/>
              <w:sz w:val="16"/>
            </w:rPr>
          </w:pPr>
          <w:smartTag w:uri="urn:schemas-microsoft-com:office:smarttags" w:element="address">
            <w:smartTag w:uri="urn:schemas-microsoft-com:office:smarttags" w:element="Street">
              <w:r>
                <w:rPr>
                  <w:rFonts w:ascii="Arial" w:hAnsi="Arial"/>
                  <w:sz w:val="16"/>
                </w:rPr>
                <w:t>3949 DIAMOND HEAD ROAD</w:t>
              </w:r>
            </w:smartTag>
          </w:smartTag>
          <w:r>
            <w:rPr>
              <w:rFonts w:ascii="Arial" w:hAnsi="Arial"/>
              <w:sz w:val="16"/>
            </w:rPr>
            <w:t xml:space="preserve"> </w:t>
          </w:r>
        </w:p>
        <w:p w14:paraId="625758FF" w14:textId="77777777" w:rsidR="00BA20EA" w:rsidRDefault="00BA20EA" w:rsidP="00BA20EA">
          <w:pPr>
            <w:ind w:left="720" w:right="144"/>
            <w:jc w:val="center"/>
            <w:rPr>
              <w:rFonts w:ascii="CG Times (WN)" w:hAnsi="CG Times (WN)"/>
              <w:sz w:val="24"/>
            </w:rPr>
          </w:pPr>
          <w:smartTag w:uri="urn:schemas-microsoft-com:office:smarttags" w:element="City">
            <w:r>
              <w:rPr>
                <w:rFonts w:ascii="Arial" w:hAnsi="Arial"/>
                <w:sz w:val="16"/>
              </w:rPr>
              <w:t>HONOLULU</w:t>
            </w:r>
          </w:smartTag>
          <w:r>
            <w:rPr>
              <w:rFonts w:ascii="Arial" w:hAnsi="Arial"/>
              <w:sz w:val="16"/>
            </w:rPr>
            <w:t xml:space="preserve">, </w:t>
          </w:r>
          <w:proofErr w:type="gramStart"/>
          <w:r>
            <w:rPr>
              <w:rFonts w:ascii="Arial" w:hAnsi="Arial"/>
              <w:sz w:val="16"/>
            </w:rPr>
            <w:t>HAWAI</w:t>
          </w:r>
          <w:r>
            <w:rPr>
              <w:rFonts w:ascii="Arial" w:hAnsi="Arial" w:cs="Arial"/>
              <w:szCs w:val="24"/>
            </w:rPr>
            <w:t>‘</w:t>
          </w:r>
          <w:proofErr w:type="gramEnd"/>
          <w:r>
            <w:rPr>
              <w:rFonts w:ascii="Arial" w:hAnsi="Arial"/>
              <w:sz w:val="16"/>
            </w:rPr>
            <w:t xml:space="preserve">I </w:t>
          </w:r>
          <w:smartTag w:uri="urn:schemas-microsoft-com:office:smarttags" w:element="PostalCode">
            <w:r>
              <w:rPr>
                <w:rFonts w:ascii="Arial" w:hAnsi="Arial"/>
                <w:sz w:val="16"/>
              </w:rPr>
              <w:t>96816-4495</w:t>
            </w:r>
          </w:smartTag>
        </w:p>
      </w:tc>
      <w:tc>
        <w:tcPr>
          <w:tcW w:w="3510" w:type="dxa"/>
        </w:tcPr>
        <w:p w14:paraId="4BFE154A" w14:textId="77777777" w:rsidR="00BA20EA" w:rsidRDefault="00BA20EA" w:rsidP="00BA20EA">
          <w:pPr>
            <w:framePr w:hSpace="187" w:vSpace="187" w:wrap="auto" w:hAnchor="page" w:x="7797" w:yAlign="top"/>
            <w:tabs>
              <w:tab w:val="center" w:pos="2520"/>
              <w:tab w:val="right" w:pos="3240"/>
            </w:tabs>
            <w:ind w:left="720"/>
            <w:jc w:val="center"/>
            <w:rPr>
              <w:rFonts w:ascii="Arial" w:hAnsi="Arial"/>
              <w:b/>
              <w:sz w:val="16"/>
            </w:rPr>
          </w:pPr>
        </w:p>
        <w:p w14:paraId="6D838BE0" w14:textId="77777777" w:rsidR="00BA20EA" w:rsidRPr="004D4CBC" w:rsidRDefault="00BA20EA" w:rsidP="00BA20EA">
          <w:pPr>
            <w:framePr w:hSpace="187" w:vSpace="187" w:wrap="auto" w:hAnchor="page" w:x="7797" w:yAlign="top"/>
            <w:tabs>
              <w:tab w:val="center" w:pos="2520"/>
              <w:tab w:val="right" w:pos="3240"/>
            </w:tabs>
            <w:ind w:left="720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sz w:val="16"/>
            </w:rPr>
            <w:t>STEPHEN F. LOGAN</w:t>
          </w:r>
        </w:p>
        <w:p w14:paraId="6A9A01F7" w14:textId="77777777" w:rsidR="00BA20EA" w:rsidRPr="00560603" w:rsidRDefault="00BA20EA" w:rsidP="00BA20EA">
          <w:pPr>
            <w:framePr w:hSpace="187" w:vSpace="187" w:wrap="auto" w:hAnchor="page" w:x="7797" w:yAlign="top"/>
            <w:tabs>
              <w:tab w:val="center" w:pos="2520"/>
              <w:tab w:val="right" w:pos="3240"/>
            </w:tabs>
            <w:ind w:left="720"/>
            <w:jc w:val="center"/>
            <w:rPr>
              <w:rFonts w:ascii="Arial" w:hAnsi="Arial" w:cs="Arial"/>
              <w:sz w:val="14"/>
              <w:szCs w:val="14"/>
            </w:rPr>
          </w:pPr>
          <w:r w:rsidRPr="00560603">
            <w:rPr>
              <w:rFonts w:ascii="Arial" w:hAnsi="Arial" w:cs="Arial"/>
              <w:sz w:val="14"/>
              <w:szCs w:val="14"/>
            </w:rPr>
            <w:t>MAJOR GENERAL</w:t>
          </w:r>
        </w:p>
        <w:p w14:paraId="314A48A8" w14:textId="77777777" w:rsidR="00BA20EA" w:rsidRPr="00560603" w:rsidRDefault="00BA20EA" w:rsidP="00BA20EA">
          <w:pPr>
            <w:framePr w:hSpace="187" w:vSpace="187" w:wrap="auto" w:hAnchor="page" w:x="7797" w:yAlign="top"/>
            <w:tabs>
              <w:tab w:val="center" w:pos="2520"/>
              <w:tab w:val="right" w:pos="3240"/>
            </w:tabs>
            <w:ind w:left="720"/>
            <w:jc w:val="center"/>
            <w:rPr>
              <w:rFonts w:ascii="Arial" w:hAnsi="Arial" w:cs="Arial"/>
              <w:sz w:val="14"/>
              <w:szCs w:val="14"/>
            </w:rPr>
          </w:pPr>
          <w:r w:rsidRPr="00560603">
            <w:rPr>
              <w:rFonts w:ascii="Arial" w:hAnsi="Arial" w:cs="Arial"/>
              <w:sz w:val="14"/>
              <w:szCs w:val="14"/>
            </w:rPr>
            <w:t>ADJUTANT GENERAL</w:t>
          </w:r>
        </w:p>
        <w:p w14:paraId="09D22C67" w14:textId="77777777" w:rsidR="00BA20EA" w:rsidRPr="00560603" w:rsidRDefault="00BA20EA" w:rsidP="00BA20EA">
          <w:pPr>
            <w:framePr w:hSpace="187" w:vSpace="187" w:wrap="auto" w:hAnchor="page" w:x="7797" w:yAlign="top"/>
            <w:tabs>
              <w:tab w:val="center" w:pos="2520"/>
              <w:tab w:val="right" w:pos="3240"/>
            </w:tabs>
            <w:ind w:left="720"/>
            <w:jc w:val="center"/>
            <w:rPr>
              <w:rFonts w:ascii="Arial" w:hAnsi="Arial" w:cs="Arial"/>
              <w:sz w:val="14"/>
              <w:szCs w:val="14"/>
            </w:rPr>
          </w:pPr>
          <w:r w:rsidRPr="00560603">
            <w:rPr>
              <w:rFonts w:ascii="Arial" w:hAnsi="Arial" w:cs="Arial"/>
              <w:sz w:val="14"/>
              <w:szCs w:val="14"/>
            </w:rPr>
            <w:t xml:space="preserve">KA </w:t>
          </w:r>
          <w:proofErr w:type="spellStart"/>
          <w:r w:rsidRPr="00560603">
            <w:rPr>
              <w:rFonts w:ascii="Arial" w:hAnsi="Arial" w:cs="Arial"/>
              <w:sz w:val="14"/>
              <w:szCs w:val="14"/>
            </w:rPr>
            <w:t>ʻAKUKANA</w:t>
          </w:r>
          <w:proofErr w:type="spellEnd"/>
          <w:r w:rsidRPr="00560603">
            <w:rPr>
              <w:rFonts w:ascii="Arial" w:hAnsi="Arial" w:cs="Arial"/>
              <w:sz w:val="14"/>
              <w:szCs w:val="14"/>
            </w:rPr>
            <w:t xml:space="preserve"> KENELALA</w:t>
          </w:r>
        </w:p>
        <w:p w14:paraId="5EFE16F3" w14:textId="77777777" w:rsidR="00BA20EA" w:rsidRDefault="00BA20EA" w:rsidP="00BA20EA">
          <w:pPr>
            <w:framePr w:hSpace="187" w:vSpace="187" w:wrap="auto" w:hAnchor="page" w:x="7797" w:yAlign="top"/>
            <w:tabs>
              <w:tab w:val="center" w:pos="2520"/>
              <w:tab w:val="right" w:pos="3240"/>
            </w:tabs>
            <w:ind w:left="720"/>
            <w:jc w:val="center"/>
            <w:rPr>
              <w:rFonts w:ascii="Helv" w:hAnsi="Helv"/>
              <w:sz w:val="12"/>
            </w:rPr>
          </w:pPr>
        </w:p>
        <w:p w14:paraId="54C35692" w14:textId="77777777" w:rsidR="00BA20EA" w:rsidRPr="00560603" w:rsidRDefault="00BA20EA" w:rsidP="00BA20EA">
          <w:pPr>
            <w:framePr w:hSpace="187" w:vSpace="187" w:wrap="auto" w:hAnchor="page" w:x="7797" w:yAlign="top"/>
            <w:tabs>
              <w:tab w:val="center" w:pos="2520"/>
              <w:tab w:val="right" w:pos="3240"/>
            </w:tabs>
            <w:ind w:left="720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sz w:val="16"/>
            </w:rPr>
            <w:t>PHILLIP L. MALLORY III</w:t>
          </w:r>
        </w:p>
        <w:p w14:paraId="64DD0743" w14:textId="77777777" w:rsidR="00BA20EA" w:rsidRPr="00560603" w:rsidRDefault="00BA20EA" w:rsidP="00BA20EA">
          <w:pPr>
            <w:framePr w:hSpace="187" w:vSpace="187" w:wrap="auto" w:hAnchor="page" w:x="7797" w:yAlign="top"/>
            <w:tabs>
              <w:tab w:val="center" w:pos="2520"/>
              <w:tab w:val="right" w:pos="3240"/>
            </w:tabs>
            <w:ind w:left="720"/>
            <w:jc w:val="center"/>
            <w:rPr>
              <w:rFonts w:ascii="Arial" w:hAnsi="Arial" w:cs="Arial"/>
              <w:sz w:val="14"/>
            </w:rPr>
          </w:pPr>
          <w:r w:rsidRPr="00560603">
            <w:rPr>
              <w:rFonts w:ascii="Arial" w:hAnsi="Arial" w:cs="Arial"/>
              <w:sz w:val="14"/>
            </w:rPr>
            <w:t>BRIGADIER GENERAL</w:t>
          </w:r>
        </w:p>
        <w:p w14:paraId="0E6C8895" w14:textId="77777777" w:rsidR="00BA20EA" w:rsidRDefault="00BA20EA" w:rsidP="00BA20EA">
          <w:pPr>
            <w:framePr w:hSpace="187" w:vSpace="187" w:wrap="auto" w:hAnchor="page" w:x="7797" w:yAlign="top"/>
            <w:tabs>
              <w:tab w:val="center" w:pos="2520"/>
              <w:tab w:val="right" w:pos="3240"/>
            </w:tabs>
            <w:ind w:left="720"/>
            <w:jc w:val="center"/>
            <w:rPr>
              <w:rFonts w:ascii="Arial" w:hAnsi="Arial" w:cs="Arial"/>
              <w:sz w:val="14"/>
              <w:szCs w:val="14"/>
            </w:rPr>
          </w:pPr>
          <w:r w:rsidRPr="00560603">
            <w:rPr>
              <w:rFonts w:ascii="Arial" w:hAnsi="Arial" w:cs="Arial"/>
              <w:sz w:val="14"/>
              <w:szCs w:val="14"/>
            </w:rPr>
            <w:t>DEPUTY ADJUTANT GENERAL</w:t>
          </w:r>
        </w:p>
        <w:p w14:paraId="74C07D8A" w14:textId="77777777" w:rsidR="00BA20EA" w:rsidRPr="000C51BF" w:rsidRDefault="00BA20EA" w:rsidP="00BA20EA">
          <w:pPr>
            <w:framePr w:hSpace="187" w:vSpace="187" w:wrap="auto" w:hAnchor="page" w:x="7797" w:yAlign="top"/>
            <w:tabs>
              <w:tab w:val="center" w:pos="2520"/>
              <w:tab w:val="right" w:pos="3240"/>
            </w:tabs>
            <w:ind w:left="720"/>
            <w:jc w:val="center"/>
            <w:rPr>
              <w:rFonts w:ascii="Arial" w:hAnsi="Arial" w:cs="Arial"/>
              <w:sz w:val="14"/>
              <w:szCs w:val="14"/>
            </w:rPr>
          </w:pPr>
          <w:r w:rsidRPr="000C51BF">
            <w:rPr>
              <w:rFonts w:ascii="Arial" w:hAnsi="Arial" w:cs="Arial"/>
              <w:sz w:val="14"/>
              <w:szCs w:val="14"/>
            </w:rPr>
            <w:t xml:space="preserve">KA HOPE </w:t>
          </w:r>
          <w:proofErr w:type="spellStart"/>
          <w:r w:rsidRPr="000C51BF">
            <w:rPr>
              <w:rFonts w:ascii="Arial" w:hAnsi="Arial" w:cs="Arial"/>
              <w:sz w:val="14"/>
              <w:szCs w:val="14"/>
            </w:rPr>
            <w:t>ʻAKUKANA</w:t>
          </w:r>
          <w:proofErr w:type="spellEnd"/>
          <w:r w:rsidRPr="000C51BF">
            <w:rPr>
              <w:rFonts w:ascii="Arial" w:hAnsi="Arial" w:cs="Arial"/>
              <w:sz w:val="14"/>
              <w:szCs w:val="14"/>
            </w:rPr>
            <w:t xml:space="preserve"> KENELALA</w:t>
          </w:r>
        </w:p>
      </w:tc>
    </w:tr>
  </w:tbl>
  <w:p w14:paraId="7DC64AF2" w14:textId="77777777" w:rsidR="00B11A2E" w:rsidRDefault="00B11A2E">
    <w:pPr>
      <w:pStyle w:val="Head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AB18CE"/>
    <w:multiLevelType w:val="hybridMultilevel"/>
    <w:tmpl w:val="A2BC843C"/>
    <w:lvl w:ilvl="0" w:tplc="4022E2CE">
      <w:start w:val="1"/>
      <w:numFmt w:val="upp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 w16cid:durableId="6482427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05D"/>
    <w:rsid w:val="00180F27"/>
    <w:rsid w:val="00183821"/>
    <w:rsid w:val="00190FCB"/>
    <w:rsid w:val="001C1277"/>
    <w:rsid w:val="001D686B"/>
    <w:rsid w:val="001E60AB"/>
    <w:rsid w:val="002123A2"/>
    <w:rsid w:val="002253BD"/>
    <w:rsid w:val="002305B3"/>
    <w:rsid w:val="00286EB8"/>
    <w:rsid w:val="002D39A5"/>
    <w:rsid w:val="002F22BF"/>
    <w:rsid w:val="0033147E"/>
    <w:rsid w:val="003801DA"/>
    <w:rsid w:val="00395845"/>
    <w:rsid w:val="003B7D9A"/>
    <w:rsid w:val="004B2418"/>
    <w:rsid w:val="004D3AFF"/>
    <w:rsid w:val="005670BD"/>
    <w:rsid w:val="006119E4"/>
    <w:rsid w:val="00653421"/>
    <w:rsid w:val="006E45AC"/>
    <w:rsid w:val="00731328"/>
    <w:rsid w:val="007721E6"/>
    <w:rsid w:val="0079099A"/>
    <w:rsid w:val="007C22FB"/>
    <w:rsid w:val="007E0628"/>
    <w:rsid w:val="007E6FFF"/>
    <w:rsid w:val="008350C7"/>
    <w:rsid w:val="008464DD"/>
    <w:rsid w:val="00881696"/>
    <w:rsid w:val="008969EE"/>
    <w:rsid w:val="00914BE5"/>
    <w:rsid w:val="009426D2"/>
    <w:rsid w:val="00980988"/>
    <w:rsid w:val="009C1078"/>
    <w:rsid w:val="00A405D9"/>
    <w:rsid w:val="00A4518F"/>
    <w:rsid w:val="00A66763"/>
    <w:rsid w:val="00A750FB"/>
    <w:rsid w:val="00AA07CE"/>
    <w:rsid w:val="00B11A2E"/>
    <w:rsid w:val="00B32A48"/>
    <w:rsid w:val="00BA0F21"/>
    <w:rsid w:val="00BA20EA"/>
    <w:rsid w:val="00BB6DFD"/>
    <w:rsid w:val="00BE0069"/>
    <w:rsid w:val="00BE52A6"/>
    <w:rsid w:val="00BE5FD4"/>
    <w:rsid w:val="00C261F4"/>
    <w:rsid w:val="00C43322"/>
    <w:rsid w:val="00C57C66"/>
    <w:rsid w:val="00C93269"/>
    <w:rsid w:val="00C959C5"/>
    <w:rsid w:val="00CD5624"/>
    <w:rsid w:val="00CF421D"/>
    <w:rsid w:val="00D1505D"/>
    <w:rsid w:val="00D215E9"/>
    <w:rsid w:val="00D37FBD"/>
    <w:rsid w:val="00D53A7B"/>
    <w:rsid w:val="00D57A5C"/>
    <w:rsid w:val="00D74EEE"/>
    <w:rsid w:val="00D86FE7"/>
    <w:rsid w:val="00DA55E4"/>
    <w:rsid w:val="00DA7632"/>
    <w:rsid w:val="00DE29AF"/>
    <w:rsid w:val="00E0089E"/>
    <w:rsid w:val="00F159DA"/>
    <w:rsid w:val="00F20895"/>
    <w:rsid w:val="00FC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2050"/>
    <o:shapelayout v:ext="edit">
      <o:idmap v:ext="edit" data="2"/>
    </o:shapelayout>
  </w:shapeDefaults>
  <w:decimalSymbol w:val="."/>
  <w:listSeparator w:val=","/>
  <w14:docId w14:val="7DC64AD0"/>
  <w15:docId w15:val="{11BCB1C6-F82E-451A-9367-5FDC878B8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1440" w:right="1440"/>
      <w:outlineLvl w:val="0"/>
    </w:pPr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7C66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43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3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68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C57C6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C57C66"/>
    <w:pPr>
      <w:widowControl w:val="0"/>
      <w:autoSpaceDE w:val="0"/>
      <w:autoSpaceDN w:val="0"/>
    </w:pPr>
    <w:rPr>
      <w:rFonts w:ascii="Arial" w:eastAsia="Arial" w:hAnsi="Arial" w:cs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C57C66"/>
    <w:rPr>
      <w:rFonts w:ascii="Arial" w:eastAsia="Arial" w:hAnsi="Arial" w:cs="Arial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C57C66"/>
    <w:rPr>
      <w:color w:val="0000FF" w:themeColor="hyperlink"/>
      <w:u w:val="single"/>
    </w:rPr>
  </w:style>
  <w:style w:type="character" w:styleId="Emphasis">
    <w:name w:val="Emphasis"/>
    <w:basedOn w:val="DefaultParagraphFont"/>
    <w:qFormat/>
    <w:rsid w:val="00BA20EA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BA20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53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.f.smith.mil@mail.mi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chael.j.jordan@mail.mi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July%20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5D5395D-F69C-8140-AC2E-E5F4C0CFA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July 20</Template>
  <TotalTime>3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Hawaii Veterans Services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Lum, Moina</dc:creator>
  <cp:lastModifiedBy>Blaire, Rachel S CIV NG HIARNG</cp:lastModifiedBy>
  <cp:revision>2</cp:revision>
  <cp:lastPrinted>2021-05-06T21:53:00Z</cp:lastPrinted>
  <dcterms:created xsi:type="dcterms:W3CDTF">2024-10-21T20:51:00Z</dcterms:created>
  <dcterms:modified xsi:type="dcterms:W3CDTF">2024-10-21T20:51:00Z</dcterms:modified>
</cp:coreProperties>
</file>